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1AA7C43B"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F55ED0" w:rsidRPr="00F55ED0">
        <w:rPr>
          <w:rFonts w:ascii="Arial" w:hAnsi="Arial" w:cs="Arial"/>
          <w:b w:val="0"/>
          <w:color w:val="222222"/>
          <w:sz w:val="24"/>
          <w:szCs w:val="24"/>
          <w:shd w:val="clear" w:color="auto" w:fill="FFFFFF"/>
          <w:lang w:val="en-US"/>
        </w:rPr>
        <w:t xml:space="preserve"> </w:t>
      </w:r>
      <w:r w:rsidR="00F55ED0" w:rsidRPr="00F55ED0">
        <w:rPr>
          <w:sz w:val="24"/>
          <w:szCs w:val="24"/>
          <w:lang w:val="en-US"/>
        </w:rPr>
        <w:t>25-g006-25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shd w:val="clear" w:color="auto" w:fill="auto"/>
          </w:tcPr>
          <w:p w14:paraId="5C2474A6" w14:textId="1F7A28F9" w:rsidR="006E17EC" w:rsidRDefault="00923491"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At least 2 references </w:t>
            </w:r>
            <w:r w:rsidR="00861236">
              <w:rPr>
                <w:rFonts w:asciiTheme="minorHAnsi" w:hAnsiTheme="minorHAnsi"/>
                <w:sz w:val="22"/>
                <w:szCs w:val="22"/>
              </w:rPr>
              <w:t xml:space="preserve">to confirm the company has </w:t>
            </w:r>
            <w:r w:rsidR="00E96E20">
              <w:rPr>
                <w:rFonts w:asciiTheme="minorHAnsi" w:hAnsiTheme="minorHAnsi"/>
                <w:sz w:val="22"/>
                <w:szCs w:val="22"/>
              </w:rPr>
              <w:t>experience</w:t>
            </w:r>
            <w:r w:rsidR="00961CBC">
              <w:rPr>
                <w:rFonts w:asciiTheme="minorHAnsi" w:hAnsiTheme="minorHAnsi"/>
                <w:sz w:val="22"/>
                <w:szCs w:val="22"/>
              </w:rPr>
              <w:t xml:space="preserve"> </w:t>
            </w:r>
            <w:r w:rsidR="00DE325E">
              <w:rPr>
                <w:rFonts w:asciiTheme="minorHAnsi" w:hAnsiTheme="minorHAnsi"/>
                <w:sz w:val="22"/>
                <w:szCs w:val="22"/>
              </w:rPr>
              <w:t xml:space="preserve">and </w:t>
            </w:r>
            <w:r w:rsidR="00E96E20">
              <w:rPr>
                <w:rFonts w:asciiTheme="minorHAnsi" w:hAnsiTheme="minorHAnsi"/>
                <w:sz w:val="22"/>
                <w:szCs w:val="22"/>
              </w:rPr>
              <w:t>a similar reputation</w:t>
            </w:r>
            <w:r w:rsidR="00961CBC">
              <w:rPr>
                <w:rFonts w:asciiTheme="minorHAnsi" w:hAnsiTheme="minorHAnsi"/>
                <w:sz w:val="22"/>
                <w:szCs w:val="22"/>
              </w:rPr>
              <w:t xml:space="preserve"> supply of goods.</w:t>
            </w:r>
          </w:p>
          <w:p w14:paraId="3ADDF29E" w14:textId="2F2F1739" w:rsidR="00861236" w:rsidRPr="003758D9" w:rsidRDefault="00861236" w:rsidP="005B38E4">
            <w:pPr>
              <w:pStyle w:val="TableContents"/>
              <w:numPr>
                <w:ilvl w:val="0"/>
                <w:numId w:val="3"/>
              </w:numPr>
              <w:rPr>
                <w:rFonts w:asciiTheme="minorHAnsi" w:hAnsiTheme="minorHAnsi"/>
                <w:sz w:val="22"/>
                <w:szCs w:val="22"/>
              </w:rPr>
            </w:pPr>
            <w:r>
              <w:rPr>
                <w:rFonts w:asciiTheme="minorHAnsi" w:hAnsiTheme="minorHAnsi"/>
                <w:sz w:val="22"/>
                <w:szCs w:val="22"/>
              </w:rPr>
              <w:t>Warranty</w:t>
            </w:r>
          </w:p>
        </w:tc>
        <w:tc>
          <w:tcPr>
            <w:tcW w:w="1360" w:type="dxa"/>
            <w:shd w:val="clear" w:color="auto" w:fill="auto"/>
            <w:vAlign w:val="center"/>
          </w:tcPr>
          <w:p w14:paraId="6FB170A3" w14:textId="75006DF8" w:rsidR="006E17EC" w:rsidRPr="003758D9" w:rsidRDefault="00E1229E"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1161C7" w:rsidRPr="003758D9">
              <w:rPr>
                <w:rFonts w:asciiTheme="minorHAnsi" w:hAnsiTheme="minorHAnsi"/>
                <w:sz w:val="22"/>
                <w:szCs w:val="22"/>
                <w:lang w:eastAsia="en-US"/>
              </w:rPr>
              <w:t>0</w:t>
            </w:r>
          </w:p>
        </w:tc>
      </w:tr>
      <w:tr w:rsidR="006E17EC" w:rsidRPr="003758D9" w14:paraId="613F68D6" w14:textId="77777777" w:rsidTr="006E17EC">
        <w:trPr>
          <w:cantSplit/>
          <w:tblHeader/>
        </w:trPr>
        <w:tc>
          <w:tcPr>
            <w:tcW w:w="2430" w:type="dxa"/>
            <w:shd w:val="clear" w:color="auto" w:fill="auto"/>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shd w:val="clear" w:color="auto" w:fill="auto"/>
          </w:tcPr>
          <w:p w14:paraId="4BA71FA2" w14:textId="2C8F1CAD" w:rsidR="006E17EC" w:rsidRPr="003758D9" w:rsidRDefault="0056732D"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No later than </w:t>
            </w:r>
            <w:r w:rsidR="00E1229E">
              <w:rPr>
                <w:rFonts w:asciiTheme="minorHAnsi" w:hAnsiTheme="minorHAnsi"/>
                <w:sz w:val="22"/>
                <w:szCs w:val="22"/>
              </w:rPr>
              <w:t>31st August 2025</w:t>
            </w:r>
          </w:p>
        </w:tc>
        <w:tc>
          <w:tcPr>
            <w:tcW w:w="1360" w:type="dxa"/>
            <w:shd w:val="clear" w:color="auto" w:fill="auto"/>
            <w:vAlign w:val="center"/>
          </w:tcPr>
          <w:p w14:paraId="657554B4" w14:textId="35CF5759" w:rsidR="006E17EC" w:rsidRPr="003758D9" w:rsidRDefault="00971A2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3758D9" w14:paraId="7395E14D" w14:textId="77777777" w:rsidTr="006E17EC">
        <w:trPr>
          <w:cantSplit/>
          <w:tblHeader/>
        </w:trPr>
        <w:tc>
          <w:tcPr>
            <w:tcW w:w="2430" w:type="dxa"/>
            <w:shd w:val="clear" w:color="auto" w:fill="auto"/>
            <w:vAlign w:val="center"/>
          </w:tcPr>
          <w:p w14:paraId="58A5C5B6" w14:textId="27A738DC" w:rsidR="006E17EC" w:rsidRPr="003758D9" w:rsidRDefault="00861236"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p>
        </w:tc>
        <w:tc>
          <w:tcPr>
            <w:tcW w:w="5367" w:type="dxa"/>
            <w:shd w:val="clear" w:color="auto" w:fill="auto"/>
          </w:tcPr>
          <w:p w14:paraId="23A8F695" w14:textId="78D3FDDA" w:rsidR="00961CBC" w:rsidRPr="00DE325E" w:rsidRDefault="00861236" w:rsidP="00DE325E">
            <w:pPr>
              <w:pStyle w:val="TableContents"/>
              <w:numPr>
                <w:ilvl w:val="0"/>
                <w:numId w:val="5"/>
              </w:numPr>
              <w:rPr>
                <w:rFonts w:asciiTheme="minorHAnsi" w:hAnsiTheme="minorHAnsi"/>
                <w:sz w:val="22"/>
                <w:szCs w:val="22"/>
              </w:rPr>
            </w:pPr>
            <w:r>
              <w:rPr>
                <w:rFonts w:asciiTheme="minorHAnsi" w:hAnsiTheme="minorHAnsi"/>
                <w:sz w:val="22"/>
                <w:szCs w:val="22"/>
              </w:rPr>
              <w:t xml:space="preserve">Follow the proper specifications for the </w:t>
            </w:r>
            <w:r w:rsidR="00971A20">
              <w:rPr>
                <w:rFonts w:asciiTheme="minorHAnsi" w:hAnsiTheme="minorHAnsi"/>
                <w:sz w:val="22"/>
                <w:szCs w:val="22"/>
              </w:rPr>
              <w:t>goods (refer to template 4)</w:t>
            </w:r>
          </w:p>
        </w:tc>
        <w:tc>
          <w:tcPr>
            <w:tcW w:w="1360" w:type="dxa"/>
            <w:shd w:val="clear" w:color="auto" w:fill="auto"/>
            <w:vAlign w:val="center"/>
          </w:tcPr>
          <w:p w14:paraId="240875A4" w14:textId="6141FA4F" w:rsidR="006E17EC" w:rsidRPr="003758D9" w:rsidRDefault="00971A2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E65F40" w:rsidRPr="003758D9">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proofErr w:type="spellStart"/>
      <w:r w:rsidR="003758D9">
        <w:rPr>
          <w:rFonts w:ascii="Calibri" w:hAnsi="Calibri"/>
          <w:b/>
          <w:lang w:val="en-GB"/>
        </w:rPr>
        <w:t>t</w:t>
      </w:r>
      <w:r w:rsidRPr="00DF2302">
        <w:rPr>
          <w:rFonts w:ascii="Calibri" w:hAnsi="Calibri"/>
          <w:b/>
          <w:lang w:val="en-GB"/>
        </w:rPr>
        <w:t>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lastRenderedPageBreak/>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FF70" w14:textId="77777777" w:rsidR="00040249" w:rsidRDefault="00040249">
      <w:r>
        <w:separator/>
      </w:r>
    </w:p>
  </w:endnote>
  <w:endnote w:type="continuationSeparator" w:id="0">
    <w:p w14:paraId="71444006" w14:textId="77777777" w:rsidR="00040249" w:rsidRDefault="0004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E54823A" w:rsidR="00D15CF2" w:rsidRDefault="004878F3" w:rsidP="004878F3">
    <w:pPr>
      <w:pStyle w:val="Footer"/>
    </w:pPr>
    <w:r>
      <w:fldChar w:fldCharType="begin"/>
    </w:r>
    <w:r>
      <w:instrText xml:space="preserve"> DATE \@ "yyyy-MM-dd" </w:instrText>
    </w:r>
    <w:r>
      <w:fldChar w:fldCharType="separate"/>
    </w:r>
    <w:r w:rsidR="00971A20">
      <w:rPr>
        <w:noProof/>
      </w:rPr>
      <w:t>2025-05-22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8FC91" w14:textId="77777777" w:rsidR="00040249" w:rsidRDefault="00040249">
      <w:r>
        <w:separator/>
      </w:r>
    </w:p>
  </w:footnote>
  <w:footnote w:type="continuationSeparator" w:id="0">
    <w:p w14:paraId="4D6121F5" w14:textId="77777777" w:rsidR="00040249" w:rsidRDefault="00040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249"/>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32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D08"/>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B72A0"/>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0F7"/>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32D"/>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239"/>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037"/>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65"/>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236"/>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0C2A"/>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491"/>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1CBC"/>
    <w:rsid w:val="00962608"/>
    <w:rsid w:val="00962952"/>
    <w:rsid w:val="009649F8"/>
    <w:rsid w:val="00966C8C"/>
    <w:rsid w:val="00970741"/>
    <w:rsid w:val="00971142"/>
    <w:rsid w:val="0097167C"/>
    <w:rsid w:val="00971A20"/>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5AD"/>
    <w:rsid w:val="00997B5D"/>
    <w:rsid w:val="009A2D95"/>
    <w:rsid w:val="009A30D6"/>
    <w:rsid w:val="009A4E7E"/>
    <w:rsid w:val="009A5F9C"/>
    <w:rsid w:val="009A66C1"/>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A8D"/>
    <w:rsid w:val="00B55F74"/>
    <w:rsid w:val="00B568CF"/>
    <w:rsid w:val="00B57649"/>
    <w:rsid w:val="00B57C58"/>
    <w:rsid w:val="00B617D5"/>
    <w:rsid w:val="00B61F73"/>
    <w:rsid w:val="00B62288"/>
    <w:rsid w:val="00B63D5D"/>
    <w:rsid w:val="00B63F3C"/>
    <w:rsid w:val="00B66100"/>
    <w:rsid w:val="00B67A23"/>
    <w:rsid w:val="00B71EEE"/>
    <w:rsid w:val="00B7242A"/>
    <w:rsid w:val="00B76229"/>
    <w:rsid w:val="00B76B7A"/>
    <w:rsid w:val="00B77B34"/>
    <w:rsid w:val="00B8273A"/>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0D11"/>
    <w:rsid w:val="00D91FBE"/>
    <w:rsid w:val="00D936FF"/>
    <w:rsid w:val="00D93DC0"/>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25E"/>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9E"/>
    <w:rsid w:val="00E122DF"/>
    <w:rsid w:val="00E14498"/>
    <w:rsid w:val="00E145B7"/>
    <w:rsid w:val="00E14B81"/>
    <w:rsid w:val="00E152A5"/>
    <w:rsid w:val="00E157F7"/>
    <w:rsid w:val="00E15F4B"/>
    <w:rsid w:val="00E16D4D"/>
    <w:rsid w:val="00E16F3C"/>
    <w:rsid w:val="00E20080"/>
    <w:rsid w:val="00E20611"/>
    <w:rsid w:val="00E213E1"/>
    <w:rsid w:val="00E2200E"/>
    <w:rsid w:val="00E27BB6"/>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24BE"/>
    <w:rsid w:val="00E86D44"/>
    <w:rsid w:val="00E91499"/>
    <w:rsid w:val="00E959F6"/>
    <w:rsid w:val="00E96E20"/>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5ED0"/>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120</TotalTime>
  <Pages>4</Pages>
  <Words>752</Words>
  <Characters>3848</Characters>
  <Application>Microsoft Office Word</Application>
  <DocSecurity>0</DocSecurity>
  <Lines>91</Lines>
  <Paragraphs>63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Bwabwaraua</cp:lastModifiedBy>
  <cp:revision>6</cp:revision>
  <cp:lastPrinted>2016-10-18T02:57:00Z</cp:lastPrinted>
  <dcterms:created xsi:type="dcterms:W3CDTF">2025-03-03T02:08:00Z</dcterms:created>
  <dcterms:modified xsi:type="dcterms:W3CDTF">2025-05-22T02:45:00Z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10a3b8e212a40becad2de4e72275b49132c478a7e00c9ef18f67940e80dd96ed</vt:lpwstr>
  </property>
</Properties>
</file>